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0AEC31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1C14035F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46D218D2" w14:textId="6C30C7CC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1345E1">
        <w:rPr>
          <w:rFonts w:ascii="Corbel" w:hAnsi="Corbel"/>
          <w:b/>
          <w:smallCaps/>
          <w:sz w:val="24"/>
          <w:szCs w:val="24"/>
        </w:rPr>
        <w:t>2024- 2027</w:t>
      </w:r>
    </w:p>
    <w:p w14:paraId="050F0ACE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2D1E447F" w14:textId="03DB2089" w:rsidR="0085747A" w:rsidRPr="00B169DF" w:rsidRDefault="00445970" w:rsidP="002416EA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>R</w:t>
      </w:r>
      <w:r w:rsidR="002416EA">
        <w:rPr>
          <w:rFonts w:ascii="Corbel" w:hAnsi="Corbel"/>
          <w:sz w:val="20"/>
          <w:szCs w:val="20"/>
        </w:rPr>
        <w:t>ok akademicki   202</w:t>
      </w:r>
      <w:r w:rsidR="001345E1">
        <w:rPr>
          <w:rFonts w:ascii="Corbel" w:hAnsi="Corbel"/>
          <w:sz w:val="20"/>
          <w:szCs w:val="20"/>
        </w:rPr>
        <w:t>6</w:t>
      </w:r>
      <w:r w:rsidR="002416EA">
        <w:rPr>
          <w:rFonts w:ascii="Corbel" w:hAnsi="Corbel"/>
          <w:sz w:val="20"/>
          <w:szCs w:val="20"/>
        </w:rPr>
        <w:t>/202</w:t>
      </w:r>
      <w:r w:rsidR="001345E1">
        <w:rPr>
          <w:rFonts w:ascii="Corbel" w:hAnsi="Corbel"/>
          <w:sz w:val="20"/>
          <w:szCs w:val="20"/>
        </w:rPr>
        <w:t>7</w:t>
      </w:r>
    </w:p>
    <w:p w14:paraId="7D3696CC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66C1CB95" w14:textId="77777777" w:rsidTr="00B819C8">
        <w:tc>
          <w:tcPr>
            <w:tcW w:w="2694" w:type="dxa"/>
            <w:vAlign w:val="center"/>
          </w:tcPr>
          <w:p w14:paraId="32440812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6F66D08" w14:textId="77777777" w:rsidR="0085747A" w:rsidRPr="00B169DF" w:rsidRDefault="000825C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Coaching w pracy pedagoga</w:t>
            </w:r>
          </w:p>
        </w:tc>
      </w:tr>
      <w:tr w:rsidR="0085747A" w:rsidRPr="00B169DF" w14:paraId="3369E6BB" w14:textId="77777777" w:rsidTr="00B819C8">
        <w:tc>
          <w:tcPr>
            <w:tcW w:w="2694" w:type="dxa"/>
            <w:vAlign w:val="center"/>
          </w:tcPr>
          <w:p w14:paraId="33AC00C0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8A5959F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279175E7" w14:textId="77777777" w:rsidTr="00B819C8">
        <w:tc>
          <w:tcPr>
            <w:tcW w:w="2694" w:type="dxa"/>
            <w:vAlign w:val="center"/>
          </w:tcPr>
          <w:p w14:paraId="00C551FA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CE6A695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169DF" w14:paraId="2659853D" w14:textId="77777777" w:rsidTr="00B819C8">
        <w:tc>
          <w:tcPr>
            <w:tcW w:w="2694" w:type="dxa"/>
            <w:vAlign w:val="center"/>
          </w:tcPr>
          <w:p w14:paraId="1264E0BF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30EB599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B169DF" w14:paraId="747D2A09" w14:textId="77777777" w:rsidTr="00B819C8">
        <w:tc>
          <w:tcPr>
            <w:tcW w:w="2694" w:type="dxa"/>
            <w:vAlign w:val="center"/>
          </w:tcPr>
          <w:p w14:paraId="53593E7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1BD4141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sp. profilaktyka społeczna z resocjalizacją</w:t>
            </w:r>
          </w:p>
        </w:tc>
      </w:tr>
      <w:tr w:rsidR="0085747A" w:rsidRPr="00B169DF" w14:paraId="4EC9358D" w14:textId="77777777" w:rsidTr="00B819C8">
        <w:tc>
          <w:tcPr>
            <w:tcW w:w="2694" w:type="dxa"/>
            <w:vAlign w:val="center"/>
          </w:tcPr>
          <w:p w14:paraId="00C289CB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22CE13A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85747A" w:rsidRPr="00B169DF" w14:paraId="116132BF" w14:textId="77777777" w:rsidTr="00B819C8">
        <w:tc>
          <w:tcPr>
            <w:tcW w:w="2694" w:type="dxa"/>
            <w:vAlign w:val="center"/>
          </w:tcPr>
          <w:p w14:paraId="18185278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8207CD0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B169DF" w14:paraId="6A3774D7" w14:textId="77777777" w:rsidTr="00B819C8">
        <w:tc>
          <w:tcPr>
            <w:tcW w:w="2694" w:type="dxa"/>
            <w:vAlign w:val="center"/>
          </w:tcPr>
          <w:p w14:paraId="58E4948A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4235317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B169DF" w14:paraId="4E06701D" w14:textId="77777777" w:rsidTr="00B819C8">
        <w:tc>
          <w:tcPr>
            <w:tcW w:w="2694" w:type="dxa"/>
            <w:vAlign w:val="center"/>
          </w:tcPr>
          <w:p w14:paraId="6C8A53FD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1C502BB" w14:textId="77777777" w:rsidR="0085747A" w:rsidRPr="00B169DF" w:rsidRDefault="007340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rok, 5</w:t>
            </w:r>
            <w:r w:rsidR="009D4D83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B169DF" w14:paraId="60E4BBBA" w14:textId="77777777" w:rsidTr="00B819C8">
        <w:tc>
          <w:tcPr>
            <w:tcW w:w="2694" w:type="dxa"/>
            <w:vAlign w:val="center"/>
          </w:tcPr>
          <w:p w14:paraId="6807DA81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0567C21" w14:textId="77777777" w:rsidR="0085747A" w:rsidRPr="00B169DF" w:rsidRDefault="00D829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D4D83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(do wyboru)</w:t>
            </w:r>
          </w:p>
        </w:tc>
      </w:tr>
      <w:tr w:rsidR="00923D7D" w:rsidRPr="00B169DF" w14:paraId="023596B5" w14:textId="77777777" w:rsidTr="00B819C8">
        <w:tc>
          <w:tcPr>
            <w:tcW w:w="2694" w:type="dxa"/>
            <w:vAlign w:val="center"/>
          </w:tcPr>
          <w:p w14:paraId="4202C22F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EE06953" w14:textId="77777777" w:rsidR="00923D7D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458D62EC" w14:textId="77777777" w:rsidTr="00B819C8">
        <w:tc>
          <w:tcPr>
            <w:tcW w:w="2694" w:type="dxa"/>
            <w:vAlign w:val="center"/>
          </w:tcPr>
          <w:p w14:paraId="5CE3537A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806523B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</w:t>
            </w:r>
          </w:p>
        </w:tc>
      </w:tr>
      <w:tr w:rsidR="0085747A" w:rsidRPr="00B169DF" w14:paraId="6D0F8211" w14:textId="77777777" w:rsidTr="00B819C8">
        <w:tc>
          <w:tcPr>
            <w:tcW w:w="2694" w:type="dxa"/>
            <w:vAlign w:val="center"/>
          </w:tcPr>
          <w:p w14:paraId="5C18C82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DC2965F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6FDB1ED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4D9F8C5E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CD8BF9F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23C2FEC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B169DF" w14:paraId="429BD19C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73FA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03210DF6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13D42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7CADE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E98D7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A430C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B267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0381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4AA7E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D58F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B20F2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1B7DBBEB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52483" w14:textId="77777777" w:rsidR="00015B8F" w:rsidRPr="00B169DF" w:rsidRDefault="007340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6A370" w14:textId="77777777" w:rsidR="00015B8F" w:rsidRPr="00B169DF" w:rsidRDefault="007340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8BE41" w14:textId="77777777" w:rsidR="00015B8F" w:rsidRPr="00B169DF" w:rsidRDefault="009D4D8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790CA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A72AB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DE96F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0FC99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7590A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FBE35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0CE78" w14:textId="77777777" w:rsidR="00015B8F" w:rsidRPr="00B169DF" w:rsidRDefault="007F3A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B169DF" w14:paraId="2D3DC93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EF68B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519FA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23960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0027F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CAE30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31811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F1998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5B8C1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DAA77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175B7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65C433B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C8BED87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F240545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3EB0EDE" w14:textId="77777777" w:rsidR="0085747A" w:rsidRPr="009D4D83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9D4D83">
        <w:rPr>
          <w:rFonts w:ascii="Segoe UI Symbol" w:eastAsia="MS Gothic" w:hAnsi="Segoe UI Symbol" w:cs="Segoe UI Symbol"/>
          <w:b w:val="0"/>
          <w:szCs w:val="24"/>
          <w:u w:val="single"/>
        </w:rPr>
        <w:t>☐</w:t>
      </w:r>
      <w:r w:rsidRPr="009D4D83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7BA63C94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36EE31E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00BB85C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CAC7FAF" w14:textId="77777777"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AB2362" w14:textId="77777777" w:rsidR="00E960BB" w:rsidRDefault="009D4D8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60793307" w14:textId="77777777" w:rsidR="009D4D83" w:rsidRPr="00B169DF" w:rsidRDefault="009D4D8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A777E0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0DAAB184" w14:textId="77777777" w:rsidTr="00745302">
        <w:tc>
          <w:tcPr>
            <w:tcW w:w="9670" w:type="dxa"/>
          </w:tcPr>
          <w:p w14:paraId="47AE882B" w14:textId="77777777" w:rsidR="0085747A" w:rsidRPr="00B169DF" w:rsidRDefault="007340C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z zakresu psychologii rozwoju człowieka i mechanizmów funkcjonowania motywacji. </w:t>
            </w:r>
          </w:p>
        </w:tc>
      </w:tr>
    </w:tbl>
    <w:p w14:paraId="6868CAE6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3CD15E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lastRenderedPageBreak/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1338C7A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4F6C72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75FFF5AD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B169DF" w14:paraId="426ABAD6" w14:textId="77777777" w:rsidTr="00923D7D">
        <w:tc>
          <w:tcPr>
            <w:tcW w:w="851" w:type="dxa"/>
            <w:vAlign w:val="center"/>
          </w:tcPr>
          <w:p w14:paraId="7780EAC0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7BAC029" w14:textId="77777777" w:rsidR="0085747A" w:rsidRPr="00B169DF" w:rsidRDefault="00733FA6" w:rsidP="005E438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Przybliżenie </w:t>
            </w:r>
            <w:r w:rsidR="007340C4" w:rsidRPr="007340C4">
              <w:rPr>
                <w:rFonts w:ascii="Corbel" w:hAnsi="Corbel"/>
                <w:b w:val="0"/>
                <w:sz w:val="24"/>
                <w:szCs w:val="24"/>
              </w:rPr>
              <w:t>coaching</w:t>
            </w:r>
            <w:r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="005E4389">
              <w:rPr>
                <w:rFonts w:ascii="Corbel" w:hAnsi="Corbel"/>
                <w:b w:val="0"/>
                <w:sz w:val="24"/>
                <w:szCs w:val="24"/>
              </w:rPr>
              <w:t xml:space="preserve"> jako pomocy w realizowaniu</w:t>
            </w:r>
            <w:r w:rsidR="00A13B80" w:rsidRPr="00A13B80">
              <w:rPr>
                <w:rFonts w:ascii="Corbel" w:hAnsi="Corbel"/>
                <w:b w:val="0"/>
                <w:sz w:val="24"/>
                <w:szCs w:val="24"/>
              </w:rPr>
              <w:t xml:space="preserve"> procesu decyzyjnego do zaspokajania potrzeb, który pomaga w przyspieszeniu tempa rozwoju i polepszeniu efektów działania, osiągnięcia celu</w:t>
            </w:r>
            <w:r w:rsidR="005E4389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B169DF" w14:paraId="60B98ABA" w14:textId="77777777" w:rsidTr="00923D7D">
        <w:tc>
          <w:tcPr>
            <w:tcW w:w="851" w:type="dxa"/>
            <w:vAlign w:val="center"/>
          </w:tcPr>
          <w:p w14:paraId="138E8AB2" w14:textId="77777777" w:rsidR="0085747A" w:rsidRPr="00B169DF" w:rsidRDefault="00DC35B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E6B982B" w14:textId="77777777" w:rsidR="0085747A" w:rsidRPr="00B169DF" w:rsidRDefault="00733FA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340C4">
              <w:rPr>
                <w:rFonts w:ascii="Corbel" w:hAnsi="Corbel"/>
                <w:b w:val="0"/>
                <w:sz w:val="24"/>
                <w:szCs w:val="24"/>
              </w:rPr>
              <w:t>Poznanie wymagań, jakie powinni spełniać uczestnicy coachingu</w:t>
            </w:r>
            <w:r w:rsidR="005E4389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B169DF" w14:paraId="4AAD6093" w14:textId="77777777" w:rsidTr="00923D7D">
        <w:tc>
          <w:tcPr>
            <w:tcW w:w="851" w:type="dxa"/>
            <w:vAlign w:val="center"/>
          </w:tcPr>
          <w:p w14:paraId="490BEAFF" w14:textId="77777777" w:rsidR="0085747A" w:rsidRPr="00B169DF" w:rsidRDefault="00DC35B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94301EA" w14:textId="77777777" w:rsidR="0085747A" w:rsidRPr="00B169DF" w:rsidRDefault="007340C4" w:rsidP="00733FA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340C4">
              <w:rPr>
                <w:rFonts w:ascii="Corbel" w:hAnsi="Corbel"/>
                <w:b w:val="0"/>
                <w:sz w:val="24"/>
                <w:szCs w:val="24"/>
              </w:rPr>
              <w:t xml:space="preserve">Poznanie modeli coachingu oraz sposobu prowadzenia spotkań </w:t>
            </w:r>
            <w:proofErr w:type="spellStart"/>
            <w:r w:rsidR="00733FA6">
              <w:rPr>
                <w:rFonts w:ascii="Corbel" w:hAnsi="Corbel"/>
                <w:b w:val="0"/>
                <w:sz w:val="24"/>
                <w:szCs w:val="24"/>
              </w:rPr>
              <w:t>coachingowych</w:t>
            </w:r>
            <w:proofErr w:type="spellEnd"/>
            <w:r w:rsidR="00733FA6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DC35B8" w:rsidRPr="00B169DF" w14:paraId="4FEB8DD3" w14:textId="77777777" w:rsidTr="00923D7D">
        <w:tc>
          <w:tcPr>
            <w:tcW w:w="851" w:type="dxa"/>
            <w:vAlign w:val="center"/>
          </w:tcPr>
          <w:p w14:paraId="785EB6D3" w14:textId="77777777" w:rsidR="00DC35B8" w:rsidRPr="00B169DF" w:rsidRDefault="00DC35B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6498AB2B" w14:textId="77777777" w:rsidR="00DC35B8" w:rsidRPr="00DC35B8" w:rsidRDefault="00733FA6" w:rsidP="00DC35B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340C4">
              <w:rPr>
                <w:rFonts w:ascii="Corbel" w:hAnsi="Corbel"/>
                <w:b w:val="0"/>
                <w:sz w:val="24"/>
                <w:szCs w:val="24"/>
              </w:rPr>
              <w:t>Rozwój w obszarze niedyrektywnych technik komunikacji</w:t>
            </w:r>
            <w:r w:rsidR="005E4389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1AACC580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1217DEA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2CE85F9D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B169DF" w14:paraId="140126CB" w14:textId="77777777" w:rsidTr="0071620A">
        <w:tc>
          <w:tcPr>
            <w:tcW w:w="1701" w:type="dxa"/>
            <w:vAlign w:val="center"/>
          </w:tcPr>
          <w:p w14:paraId="69A8C933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B3B8817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5E096AD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169DF" w14:paraId="11508629" w14:textId="77777777" w:rsidTr="005E6E85">
        <w:tc>
          <w:tcPr>
            <w:tcW w:w="1701" w:type="dxa"/>
          </w:tcPr>
          <w:p w14:paraId="0B39F937" w14:textId="77777777" w:rsidR="0085747A" w:rsidRPr="00B169DF" w:rsidRDefault="0085747A" w:rsidP="004C2E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A1A60B0" w14:textId="77777777" w:rsidR="002F7DD5" w:rsidRPr="00B169DF" w:rsidRDefault="0056700E" w:rsidP="00C518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</w:t>
            </w:r>
            <w:r w:rsidR="00A13B80" w:rsidRPr="00A13B80">
              <w:rPr>
                <w:rFonts w:ascii="Corbel" w:hAnsi="Corbel"/>
                <w:b w:val="0"/>
                <w:smallCaps w:val="0"/>
                <w:szCs w:val="24"/>
              </w:rPr>
              <w:t xml:space="preserve">yjaśni podstawowe pojęcia i terminy określające </w:t>
            </w:r>
            <w:r w:rsidR="00C518E8">
              <w:rPr>
                <w:rFonts w:ascii="Corbel" w:hAnsi="Corbel"/>
                <w:b w:val="0"/>
                <w:smallCaps w:val="0"/>
                <w:szCs w:val="24"/>
              </w:rPr>
              <w:t xml:space="preserve">coaching jako metody towarzyszenia </w:t>
            </w:r>
            <w:r w:rsidR="00C518E8" w:rsidRPr="00C518E8">
              <w:rPr>
                <w:rFonts w:ascii="Corbel" w:hAnsi="Corbel"/>
                <w:b w:val="0"/>
                <w:smallCaps w:val="0"/>
                <w:szCs w:val="24"/>
              </w:rPr>
              <w:t>w kreatywnym procesie, który skłania do myślenia i inspiruje do maksymalizacji osobistego potencjału</w:t>
            </w:r>
            <w:r w:rsidR="00C518E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70FC1222" w14:textId="77777777" w:rsidR="0085747A" w:rsidRPr="00B169DF" w:rsidRDefault="00822696" w:rsidP="0082269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B169DF" w14:paraId="4D314DC7" w14:textId="77777777" w:rsidTr="005E6E85">
        <w:tc>
          <w:tcPr>
            <w:tcW w:w="1701" w:type="dxa"/>
          </w:tcPr>
          <w:p w14:paraId="59378445" w14:textId="77777777" w:rsidR="0085747A" w:rsidRPr="00B169DF" w:rsidRDefault="0085747A" w:rsidP="004C2E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1DA3FCE" w14:textId="77777777" w:rsidR="0085747A" w:rsidRPr="00B169DF" w:rsidRDefault="0056700E" w:rsidP="00C518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</w:t>
            </w:r>
            <w:r w:rsidR="00A13B80" w:rsidRPr="00A13B80">
              <w:rPr>
                <w:rFonts w:ascii="Corbel" w:hAnsi="Corbel"/>
                <w:b w:val="0"/>
                <w:smallCaps w:val="0"/>
                <w:szCs w:val="24"/>
              </w:rPr>
              <w:t xml:space="preserve">ymieni specyficzne cechy i właściwości osób </w:t>
            </w:r>
            <w:r w:rsidR="00C518E8">
              <w:rPr>
                <w:rFonts w:ascii="Corbel" w:hAnsi="Corbel"/>
                <w:b w:val="0"/>
                <w:smallCaps w:val="0"/>
                <w:szCs w:val="24"/>
              </w:rPr>
              <w:t xml:space="preserve">uczestniczących w coachingu. </w:t>
            </w:r>
          </w:p>
        </w:tc>
        <w:tc>
          <w:tcPr>
            <w:tcW w:w="1873" w:type="dxa"/>
          </w:tcPr>
          <w:p w14:paraId="6CCE9B86" w14:textId="77777777" w:rsidR="0085747A" w:rsidRPr="00B169DF" w:rsidRDefault="00822696" w:rsidP="004C2E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2696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85747A" w:rsidRPr="00B169DF" w14:paraId="7EC45A17" w14:textId="77777777" w:rsidTr="005E6E85">
        <w:tc>
          <w:tcPr>
            <w:tcW w:w="1701" w:type="dxa"/>
          </w:tcPr>
          <w:p w14:paraId="7781ACEC" w14:textId="77777777" w:rsidR="0085747A" w:rsidRPr="00B169DF" w:rsidRDefault="004C2E66" w:rsidP="004C2E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4D3CD93" w14:textId="77777777" w:rsidR="0085747A" w:rsidRPr="00B169DF" w:rsidRDefault="0056700E" w:rsidP="00C518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</w:t>
            </w:r>
            <w:r w:rsidR="00A13B80" w:rsidRPr="00A13B80">
              <w:rPr>
                <w:rFonts w:ascii="Corbel" w:hAnsi="Corbel"/>
                <w:b w:val="0"/>
                <w:smallCaps w:val="0"/>
                <w:szCs w:val="24"/>
              </w:rPr>
              <w:t>definiuje p</w:t>
            </w:r>
            <w:r w:rsidR="00C518E8">
              <w:rPr>
                <w:rFonts w:ascii="Corbel" w:hAnsi="Corbel"/>
                <w:b w:val="0"/>
                <w:smallCaps w:val="0"/>
                <w:szCs w:val="24"/>
              </w:rPr>
              <w:t>rawidłowości związane z coachingiem</w:t>
            </w:r>
            <w:r w:rsidR="00A13B80" w:rsidRPr="00A13B80">
              <w:rPr>
                <w:rFonts w:ascii="Corbel" w:hAnsi="Corbel"/>
                <w:b w:val="0"/>
                <w:smallCaps w:val="0"/>
                <w:szCs w:val="24"/>
              </w:rPr>
              <w:t xml:space="preserve">  i innymi sposobami</w:t>
            </w:r>
            <w:r w:rsidR="00C518E8">
              <w:rPr>
                <w:rFonts w:ascii="Corbel" w:hAnsi="Corbel"/>
                <w:b w:val="0"/>
                <w:smallCaps w:val="0"/>
                <w:szCs w:val="24"/>
              </w:rPr>
              <w:t xml:space="preserve"> motywacji do rozwoju zawodowego i osobistego</w:t>
            </w:r>
            <w:r w:rsidR="00A13B80" w:rsidRPr="00A13B8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0C82535A" w14:textId="77777777" w:rsidR="0085747A" w:rsidRPr="00B169DF" w:rsidRDefault="00822696" w:rsidP="004C2E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2696">
              <w:rPr>
                <w:rFonts w:ascii="Corbel" w:hAnsi="Corbel"/>
                <w:b w:val="0"/>
                <w:smallCaps w:val="0"/>
                <w:szCs w:val="24"/>
              </w:rPr>
              <w:t>K_W14</w:t>
            </w:r>
          </w:p>
        </w:tc>
      </w:tr>
      <w:tr w:rsidR="004C2E66" w:rsidRPr="00B169DF" w14:paraId="29F966E7" w14:textId="77777777" w:rsidTr="005E6E85">
        <w:tc>
          <w:tcPr>
            <w:tcW w:w="1701" w:type="dxa"/>
          </w:tcPr>
          <w:p w14:paraId="4DC11F9D" w14:textId="77777777" w:rsidR="004C2E66" w:rsidRPr="00B169DF" w:rsidRDefault="004C2E66" w:rsidP="004C2E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04E69C3C" w14:textId="77777777" w:rsidR="004C2E66" w:rsidRPr="004C2E66" w:rsidRDefault="0056700E" w:rsidP="00C518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</w:t>
            </w:r>
            <w:r w:rsidR="00C518E8">
              <w:rPr>
                <w:rFonts w:ascii="Corbel" w:hAnsi="Corbel"/>
                <w:b w:val="0"/>
                <w:smallCaps w:val="0"/>
                <w:szCs w:val="24"/>
              </w:rPr>
              <w:t xml:space="preserve">identyfikuje zjawiska wychowawcze i społeczne, w których można wykorzystać metodę coachingu. </w:t>
            </w:r>
          </w:p>
        </w:tc>
        <w:tc>
          <w:tcPr>
            <w:tcW w:w="1873" w:type="dxa"/>
          </w:tcPr>
          <w:p w14:paraId="1E04673E" w14:textId="77777777" w:rsidR="004C2E66" w:rsidRPr="00DC35B8" w:rsidRDefault="00822696" w:rsidP="004C2E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2696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4C2E66" w:rsidRPr="00B169DF" w14:paraId="249A795E" w14:textId="77777777" w:rsidTr="005E6E85">
        <w:tc>
          <w:tcPr>
            <w:tcW w:w="1701" w:type="dxa"/>
          </w:tcPr>
          <w:p w14:paraId="5FED7A4B" w14:textId="77777777" w:rsidR="004C2E66" w:rsidRPr="00B169DF" w:rsidRDefault="004C2E66" w:rsidP="004C2E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347968F0" w14:textId="77777777" w:rsidR="004C2E66" w:rsidRPr="002F7DD5" w:rsidRDefault="0056700E" w:rsidP="00D829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</w:t>
            </w:r>
            <w:r w:rsidR="00A13B80" w:rsidRPr="00A13B80">
              <w:rPr>
                <w:rFonts w:ascii="Corbel" w:hAnsi="Corbel"/>
                <w:b w:val="0"/>
                <w:smallCaps w:val="0"/>
                <w:szCs w:val="24"/>
              </w:rPr>
              <w:t xml:space="preserve">aprojektuje </w:t>
            </w:r>
            <w:r w:rsidR="00D829F2">
              <w:rPr>
                <w:rFonts w:ascii="Corbel" w:hAnsi="Corbel"/>
                <w:b w:val="0"/>
                <w:smallCaps w:val="0"/>
                <w:szCs w:val="24"/>
              </w:rPr>
              <w:t xml:space="preserve">proces </w:t>
            </w:r>
            <w:proofErr w:type="spellStart"/>
            <w:r w:rsidR="00D829F2">
              <w:rPr>
                <w:rFonts w:ascii="Corbel" w:hAnsi="Corbel"/>
                <w:b w:val="0"/>
                <w:smallCaps w:val="0"/>
                <w:szCs w:val="24"/>
              </w:rPr>
              <w:t>coachingowy</w:t>
            </w:r>
            <w:proofErr w:type="spellEnd"/>
            <w:r w:rsidR="00A13B80" w:rsidRPr="00A13B80">
              <w:rPr>
                <w:rFonts w:ascii="Corbel" w:hAnsi="Corbel"/>
                <w:b w:val="0"/>
                <w:smallCaps w:val="0"/>
                <w:szCs w:val="24"/>
              </w:rPr>
              <w:t xml:space="preserve"> posługując się zasadami i normami etycznymi, przewidując skutki konkretnych działań z perspektywą społecznej reintegracji.</w:t>
            </w:r>
          </w:p>
        </w:tc>
        <w:tc>
          <w:tcPr>
            <w:tcW w:w="1873" w:type="dxa"/>
          </w:tcPr>
          <w:p w14:paraId="30BB82ED" w14:textId="77777777" w:rsidR="004C2E66" w:rsidRPr="00DC35B8" w:rsidRDefault="00822696" w:rsidP="004C2E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2696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4C2E66" w:rsidRPr="00B169DF" w14:paraId="1B54AB17" w14:textId="77777777" w:rsidTr="005E6E85">
        <w:tc>
          <w:tcPr>
            <w:tcW w:w="1701" w:type="dxa"/>
          </w:tcPr>
          <w:p w14:paraId="552ED8A0" w14:textId="77777777" w:rsidR="004C2E66" w:rsidRPr="00B169DF" w:rsidRDefault="004C2E66" w:rsidP="004C2E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013944ED" w14:textId="77777777" w:rsidR="004C2E66" w:rsidRPr="004C2E66" w:rsidRDefault="00A13B80" w:rsidP="004C2E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3B80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56700E">
              <w:rPr>
                <w:rFonts w:ascii="Corbel" w:hAnsi="Corbel"/>
                <w:b w:val="0"/>
                <w:smallCaps w:val="0"/>
                <w:szCs w:val="24"/>
              </w:rPr>
              <w:t>tudent s</w:t>
            </w:r>
            <w:r w:rsidRPr="00A13B80">
              <w:rPr>
                <w:rFonts w:ascii="Corbel" w:hAnsi="Corbel"/>
                <w:b w:val="0"/>
                <w:smallCaps w:val="0"/>
                <w:szCs w:val="24"/>
              </w:rPr>
              <w:t>komentuje etyczne dyl</w:t>
            </w:r>
            <w:r w:rsidR="00D829F2">
              <w:rPr>
                <w:rFonts w:ascii="Corbel" w:hAnsi="Corbel"/>
                <w:b w:val="0"/>
                <w:smallCaps w:val="0"/>
                <w:szCs w:val="24"/>
              </w:rPr>
              <w:t xml:space="preserve">ematy związane z pracą </w:t>
            </w:r>
            <w:proofErr w:type="spellStart"/>
            <w:r w:rsidR="00D829F2">
              <w:rPr>
                <w:rFonts w:ascii="Corbel" w:hAnsi="Corbel"/>
                <w:b w:val="0"/>
                <w:smallCaps w:val="0"/>
                <w:szCs w:val="24"/>
              </w:rPr>
              <w:t>coacha</w:t>
            </w:r>
            <w:proofErr w:type="spellEnd"/>
            <w:r w:rsidRPr="00A13B8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0D15E090" w14:textId="77777777" w:rsidR="004C2E66" w:rsidRPr="004C2E66" w:rsidRDefault="00822696" w:rsidP="004C2E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2696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1A3447DE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2B5DBD0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75BE99AE" w14:textId="77777777" w:rsidR="00675843" w:rsidRPr="00DC35B8" w:rsidRDefault="0085747A" w:rsidP="00DC35B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5E4389" w:rsidRPr="00B169DF" w14:paraId="1642D641" w14:textId="77777777" w:rsidTr="00BB7F25">
        <w:tc>
          <w:tcPr>
            <w:tcW w:w="9639" w:type="dxa"/>
          </w:tcPr>
          <w:p w14:paraId="2C1AABF0" w14:textId="77777777" w:rsidR="005E4389" w:rsidRPr="00B169DF" w:rsidRDefault="005E4389" w:rsidP="00BB7F2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E4389" w:rsidRPr="00B169DF" w14:paraId="4532E2FB" w14:textId="77777777" w:rsidTr="00BB7F25">
        <w:tc>
          <w:tcPr>
            <w:tcW w:w="9639" w:type="dxa"/>
          </w:tcPr>
          <w:p w14:paraId="1D223AB5" w14:textId="77777777" w:rsidR="005E4389" w:rsidRPr="00B169DF" w:rsidRDefault="005E4389" w:rsidP="005E438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E4389">
              <w:rPr>
                <w:rFonts w:ascii="Corbel" w:hAnsi="Corbel"/>
                <w:sz w:val="24"/>
                <w:szCs w:val="24"/>
              </w:rPr>
              <w:t>Teoria i prakty</w:t>
            </w:r>
            <w:r>
              <w:rPr>
                <w:rFonts w:ascii="Corbel" w:hAnsi="Corbel"/>
                <w:sz w:val="24"/>
                <w:szCs w:val="24"/>
              </w:rPr>
              <w:t>ka coachingu – zasady ogólne.</w:t>
            </w:r>
            <w:r w:rsidRPr="005E4389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5E4389" w:rsidRPr="00B169DF" w14:paraId="7FCBAE79" w14:textId="77777777" w:rsidTr="00BB7F25">
        <w:tc>
          <w:tcPr>
            <w:tcW w:w="9639" w:type="dxa"/>
          </w:tcPr>
          <w:p w14:paraId="4C3A9DFC" w14:textId="77777777" w:rsidR="005E4389" w:rsidRPr="00B169DF" w:rsidRDefault="005E4389" w:rsidP="005E438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Osoba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c</w:t>
            </w:r>
            <w:r w:rsidRPr="005E4389">
              <w:rPr>
                <w:rFonts w:ascii="Corbel" w:hAnsi="Corbel"/>
                <w:sz w:val="24"/>
                <w:szCs w:val="24"/>
              </w:rPr>
              <w:t>oach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proofErr w:type="spellEnd"/>
            <w:r w:rsidRPr="005E4389">
              <w:rPr>
                <w:rFonts w:ascii="Corbel" w:hAnsi="Corbel"/>
                <w:sz w:val="24"/>
                <w:szCs w:val="24"/>
              </w:rPr>
              <w:t>, jego osobowość i osobisty trening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E4389" w:rsidRPr="00B169DF" w14:paraId="1F22F3F3" w14:textId="77777777" w:rsidTr="00BB7F25">
        <w:tc>
          <w:tcPr>
            <w:tcW w:w="9639" w:type="dxa"/>
          </w:tcPr>
          <w:p w14:paraId="43F167AB" w14:textId="77777777" w:rsidR="005E4389" w:rsidRPr="00B169DF" w:rsidRDefault="005E4389" w:rsidP="00BB7F2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E4389">
              <w:rPr>
                <w:rFonts w:ascii="Corbel" w:hAnsi="Corbel"/>
                <w:sz w:val="24"/>
                <w:szCs w:val="24"/>
              </w:rPr>
              <w:t>Coaching –podejścia, metody, techniki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E4389" w:rsidRPr="00B169DF" w14:paraId="53D0AA27" w14:textId="77777777" w:rsidTr="00BB7F25">
        <w:tc>
          <w:tcPr>
            <w:tcW w:w="9639" w:type="dxa"/>
          </w:tcPr>
          <w:p w14:paraId="1AF5692D" w14:textId="77777777" w:rsidR="005E4389" w:rsidRPr="005E4389" w:rsidRDefault="005E4389" w:rsidP="00BB7F2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E4389">
              <w:rPr>
                <w:rFonts w:ascii="Corbel" w:hAnsi="Corbel"/>
                <w:sz w:val="24"/>
                <w:szCs w:val="24"/>
              </w:rPr>
              <w:t xml:space="preserve">Dylematy etyczne w pracy </w:t>
            </w:r>
            <w:proofErr w:type="spellStart"/>
            <w:r w:rsidRPr="005E4389">
              <w:rPr>
                <w:rFonts w:ascii="Corbel" w:hAnsi="Corbel"/>
                <w:sz w:val="24"/>
                <w:szCs w:val="24"/>
              </w:rPr>
              <w:t>coacha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E4389" w:rsidRPr="00B169DF" w14:paraId="6D587755" w14:textId="77777777" w:rsidTr="00BB7F25">
        <w:tc>
          <w:tcPr>
            <w:tcW w:w="9639" w:type="dxa"/>
          </w:tcPr>
          <w:p w14:paraId="071C8CF6" w14:textId="77777777" w:rsidR="005E4389" w:rsidRPr="005E4389" w:rsidRDefault="005E4389" w:rsidP="00BB7F2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5E4389">
              <w:rPr>
                <w:rFonts w:ascii="Corbel" w:hAnsi="Corbel"/>
                <w:sz w:val="24"/>
                <w:szCs w:val="24"/>
              </w:rPr>
              <w:t>ola coachingu w budowaniu kultury organizacyjnej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5E6DA08" w14:textId="77777777" w:rsidR="005E4389" w:rsidRDefault="005E4389" w:rsidP="005E4389">
      <w:pPr>
        <w:spacing w:after="0" w:line="240" w:lineRule="auto"/>
        <w:rPr>
          <w:rFonts w:ascii="Corbel" w:hAnsi="Corbel"/>
          <w:sz w:val="24"/>
          <w:szCs w:val="24"/>
        </w:rPr>
      </w:pPr>
    </w:p>
    <w:p w14:paraId="34476350" w14:textId="77777777" w:rsidR="00DC35B8" w:rsidRPr="00B169DF" w:rsidRDefault="00DC35B8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1B9B806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3CD58E5A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B169DF" w14:paraId="3E043DE8" w14:textId="77777777" w:rsidTr="00923D7D">
        <w:tc>
          <w:tcPr>
            <w:tcW w:w="9639" w:type="dxa"/>
          </w:tcPr>
          <w:p w14:paraId="67C2FA2B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85747A" w:rsidRPr="00B169DF" w14:paraId="5EF2E72E" w14:textId="77777777" w:rsidTr="00923D7D">
        <w:tc>
          <w:tcPr>
            <w:tcW w:w="9639" w:type="dxa"/>
          </w:tcPr>
          <w:p w14:paraId="43C7B18B" w14:textId="77777777" w:rsidR="0085747A" w:rsidRPr="00DF0856" w:rsidRDefault="005E4389" w:rsidP="00DF08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E4389">
              <w:rPr>
                <w:rFonts w:ascii="Corbel" w:hAnsi="Corbel"/>
                <w:sz w:val="24"/>
                <w:szCs w:val="24"/>
              </w:rPr>
              <w:t xml:space="preserve">Zjawiska nieświadome istotne w relacji </w:t>
            </w:r>
            <w:proofErr w:type="spellStart"/>
            <w:r w:rsidRPr="005E4389">
              <w:rPr>
                <w:rFonts w:ascii="Corbel" w:hAnsi="Corbel"/>
                <w:sz w:val="24"/>
                <w:szCs w:val="24"/>
              </w:rPr>
              <w:t>coachingowej</w:t>
            </w:r>
            <w:proofErr w:type="spellEnd"/>
            <w:r w:rsidRPr="005E4389">
              <w:rPr>
                <w:rFonts w:ascii="Corbel" w:hAnsi="Corbel"/>
                <w:sz w:val="24"/>
                <w:szCs w:val="24"/>
              </w:rPr>
              <w:t>: rozpoznawanie rozumienie i radzenie sobie z nimi</w:t>
            </w:r>
          </w:p>
        </w:tc>
      </w:tr>
      <w:tr w:rsidR="0085747A" w:rsidRPr="00B169DF" w14:paraId="19571CD0" w14:textId="77777777" w:rsidTr="00923D7D">
        <w:tc>
          <w:tcPr>
            <w:tcW w:w="9639" w:type="dxa"/>
          </w:tcPr>
          <w:p w14:paraId="279BA6B4" w14:textId="77777777" w:rsidR="0085747A" w:rsidRPr="00B169DF" w:rsidRDefault="005E438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E4389">
              <w:rPr>
                <w:rFonts w:ascii="Corbel" w:hAnsi="Corbel"/>
                <w:sz w:val="24"/>
                <w:szCs w:val="24"/>
              </w:rPr>
              <w:t xml:space="preserve">Ćwiczenie umiejętności </w:t>
            </w:r>
            <w:proofErr w:type="spellStart"/>
            <w:r w:rsidRPr="005E4389">
              <w:rPr>
                <w:rFonts w:ascii="Corbel" w:hAnsi="Corbel"/>
                <w:sz w:val="24"/>
                <w:szCs w:val="24"/>
              </w:rPr>
              <w:t>coachingowych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  <w:r w:rsidRPr="005E4389">
              <w:rPr>
                <w:rFonts w:ascii="Corbel" w:hAnsi="Corbel"/>
                <w:sz w:val="24"/>
                <w:szCs w:val="24"/>
              </w:rPr>
              <w:t xml:space="preserve"> Schemat coachingu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F0856" w:rsidRPr="00B169DF" w14:paraId="1690CBA7" w14:textId="77777777" w:rsidTr="00923D7D">
        <w:tc>
          <w:tcPr>
            <w:tcW w:w="9639" w:type="dxa"/>
          </w:tcPr>
          <w:p w14:paraId="3DF90DBC" w14:textId="77777777" w:rsidR="00DF0856" w:rsidRPr="00B169DF" w:rsidRDefault="005E438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E4389">
              <w:rPr>
                <w:rFonts w:ascii="Corbel" w:hAnsi="Corbel"/>
                <w:sz w:val="24"/>
                <w:szCs w:val="24"/>
              </w:rPr>
              <w:t>Obserwacja uczestnicząca jako forma coachingu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F0856" w:rsidRPr="00B169DF" w14:paraId="24A38A19" w14:textId="77777777" w:rsidTr="00923D7D">
        <w:tc>
          <w:tcPr>
            <w:tcW w:w="9639" w:type="dxa"/>
          </w:tcPr>
          <w:p w14:paraId="4BE17DCA" w14:textId="77777777" w:rsidR="00DF0856" w:rsidRPr="00B169DF" w:rsidRDefault="005E438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E4389">
              <w:rPr>
                <w:rFonts w:ascii="Corbel" w:hAnsi="Corbel"/>
                <w:sz w:val="24"/>
                <w:szCs w:val="24"/>
              </w:rPr>
              <w:t>Organizacja jako partner w coachingu - studia przypadków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F0856" w:rsidRPr="00B169DF" w14:paraId="5A33EDE5" w14:textId="77777777" w:rsidTr="00923D7D">
        <w:tc>
          <w:tcPr>
            <w:tcW w:w="9639" w:type="dxa"/>
          </w:tcPr>
          <w:p w14:paraId="30F5A126" w14:textId="77777777" w:rsidR="00DF0856" w:rsidRPr="00B169DF" w:rsidRDefault="001612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Znaczenie coachingu w pracy pedagoga. </w:t>
            </w:r>
          </w:p>
        </w:tc>
      </w:tr>
    </w:tbl>
    <w:p w14:paraId="153A41C9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FA7C74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02857670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1D69BF" w14:textId="77777777" w:rsidR="004C2E66" w:rsidRPr="00B169DF" w:rsidRDefault="004C2E6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Analiza tekstów z dyskusją, </w:t>
      </w:r>
      <w:r w:rsidR="00D829F2">
        <w:rPr>
          <w:rFonts w:ascii="Corbel" w:hAnsi="Corbel"/>
          <w:b w:val="0"/>
          <w:smallCaps w:val="0"/>
          <w:szCs w:val="24"/>
        </w:rPr>
        <w:t>wykład problemowy, wykład z prezentacją multimedialną</w:t>
      </w:r>
      <w:r>
        <w:rPr>
          <w:rFonts w:ascii="Corbel" w:hAnsi="Corbel"/>
          <w:b w:val="0"/>
          <w:smallCaps w:val="0"/>
          <w:szCs w:val="24"/>
        </w:rPr>
        <w:t>, praca w grupach</w:t>
      </w:r>
      <w:r w:rsidR="00DF0856">
        <w:rPr>
          <w:rFonts w:ascii="Corbel" w:hAnsi="Corbel"/>
          <w:b w:val="0"/>
          <w:smallCaps w:val="0"/>
          <w:szCs w:val="24"/>
        </w:rPr>
        <w:t>.</w:t>
      </w:r>
    </w:p>
    <w:p w14:paraId="646EB408" w14:textId="77777777" w:rsidR="00DF0856" w:rsidRDefault="00DF0856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05FD7A1D" w14:textId="77777777" w:rsidR="00E21E7D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B169DF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B169DF">
        <w:rPr>
          <w:rFonts w:ascii="Corbel" w:hAnsi="Corbel"/>
          <w:sz w:val="20"/>
          <w:szCs w:val="20"/>
        </w:rPr>
        <w:t>.:</w:t>
      </w:r>
      <w:r w:rsidR="00923D7D" w:rsidRPr="00B169DF">
        <w:rPr>
          <w:rFonts w:ascii="Corbel" w:hAnsi="Corbel"/>
          <w:sz w:val="20"/>
          <w:szCs w:val="20"/>
        </w:rPr>
        <w:t xml:space="preserve"> </w:t>
      </w:r>
    </w:p>
    <w:p w14:paraId="684270E4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z w:val="20"/>
          <w:szCs w:val="20"/>
        </w:rPr>
        <w:t xml:space="preserve"> 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57F1CA2C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71E5D0AC" w14:textId="77777777" w:rsidR="00E960BB" w:rsidRPr="00DF0856" w:rsidRDefault="00153C41" w:rsidP="00DF0856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18835CC2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28A4523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D8B0E3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AACCD77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4253204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B169DF" w14:paraId="5F6C81F0" w14:textId="77777777" w:rsidTr="00C05F44">
        <w:tc>
          <w:tcPr>
            <w:tcW w:w="1985" w:type="dxa"/>
            <w:vAlign w:val="center"/>
          </w:tcPr>
          <w:p w14:paraId="0A0A19AA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0874861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0F07EDE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53FC505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A761766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B169DF" w14:paraId="3B9BA795" w14:textId="77777777" w:rsidTr="00C05F44">
        <w:tc>
          <w:tcPr>
            <w:tcW w:w="1985" w:type="dxa"/>
          </w:tcPr>
          <w:p w14:paraId="60C1C4E1" w14:textId="77777777" w:rsidR="0085747A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04AACCC6" w14:textId="77777777" w:rsidR="0085747A" w:rsidRPr="00DF0856" w:rsidRDefault="00D829F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26" w:type="dxa"/>
          </w:tcPr>
          <w:p w14:paraId="277E8406" w14:textId="77777777" w:rsidR="0085747A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r w:rsidR="00D829F2">
              <w:rPr>
                <w:rFonts w:ascii="Corbel" w:hAnsi="Corbel"/>
                <w:b w:val="0"/>
                <w:szCs w:val="24"/>
              </w:rPr>
              <w:t>,w</w:t>
            </w:r>
            <w:proofErr w:type="spellEnd"/>
          </w:p>
        </w:tc>
      </w:tr>
      <w:tr w:rsidR="00706E32" w:rsidRPr="00B169DF" w14:paraId="1EB4A2AE" w14:textId="77777777" w:rsidTr="00C05F44">
        <w:tc>
          <w:tcPr>
            <w:tcW w:w="1985" w:type="dxa"/>
          </w:tcPr>
          <w:p w14:paraId="5D78CAF4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7E0EEBF2" w14:textId="77777777" w:rsidR="00706E32" w:rsidRPr="00DF0856" w:rsidRDefault="00D829F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26" w:type="dxa"/>
          </w:tcPr>
          <w:p w14:paraId="1D7EA60B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r w:rsidR="00D829F2">
              <w:rPr>
                <w:rFonts w:ascii="Corbel" w:hAnsi="Corbel"/>
                <w:b w:val="0"/>
                <w:szCs w:val="24"/>
              </w:rPr>
              <w:t>,w</w:t>
            </w:r>
            <w:proofErr w:type="spellEnd"/>
          </w:p>
        </w:tc>
      </w:tr>
      <w:tr w:rsidR="00706E32" w:rsidRPr="00B169DF" w14:paraId="3C9CDFDE" w14:textId="77777777" w:rsidTr="00C05F44">
        <w:tc>
          <w:tcPr>
            <w:tcW w:w="1985" w:type="dxa"/>
          </w:tcPr>
          <w:p w14:paraId="12D1A6E9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FFCE6E1" w14:textId="77777777" w:rsidR="00706E32" w:rsidRPr="00DF0856" w:rsidRDefault="00D829F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26" w:type="dxa"/>
          </w:tcPr>
          <w:p w14:paraId="7431FBFC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r w:rsidR="00D829F2">
              <w:rPr>
                <w:rFonts w:ascii="Corbel" w:hAnsi="Corbel"/>
                <w:b w:val="0"/>
                <w:szCs w:val="24"/>
              </w:rPr>
              <w:t>,w</w:t>
            </w:r>
            <w:proofErr w:type="spellEnd"/>
          </w:p>
        </w:tc>
      </w:tr>
      <w:tr w:rsidR="00706E32" w:rsidRPr="00B169DF" w14:paraId="771A0CA9" w14:textId="77777777" w:rsidTr="00C05F44">
        <w:tc>
          <w:tcPr>
            <w:tcW w:w="1985" w:type="dxa"/>
          </w:tcPr>
          <w:p w14:paraId="69452216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1C39890D" w14:textId="77777777" w:rsidR="00706E32" w:rsidRPr="00DF0856" w:rsidRDefault="00D829F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26" w:type="dxa"/>
          </w:tcPr>
          <w:p w14:paraId="664B7024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r w:rsidR="00D829F2">
              <w:rPr>
                <w:rFonts w:ascii="Corbel" w:hAnsi="Corbel"/>
                <w:b w:val="0"/>
                <w:szCs w:val="24"/>
              </w:rPr>
              <w:t>,w</w:t>
            </w:r>
            <w:proofErr w:type="spellEnd"/>
          </w:p>
        </w:tc>
      </w:tr>
      <w:tr w:rsidR="00706E32" w:rsidRPr="00B169DF" w14:paraId="5C3550EF" w14:textId="77777777" w:rsidTr="00C05F44">
        <w:tc>
          <w:tcPr>
            <w:tcW w:w="1985" w:type="dxa"/>
          </w:tcPr>
          <w:p w14:paraId="3D64ABB3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5A1BD90D" w14:textId="77777777" w:rsidR="00706E32" w:rsidRPr="00DF0856" w:rsidRDefault="00D829F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26" w:type="dxa"/>
          </w:tcPr>
          <w:p w14:paraId="7962BE8E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r w:rsidR="00D829F2">
              <w:rPr>
                <w:rFonts w:ascii="Corbel" w:hAnsi="Corbel"/>
                <w:b w:val="0"/>
                <w:szCs w:val="24"/>
              </w:rPr>
              <w:t>,w</w:t>
            </w:r>
            <w:proofErr w:type="spellEnd"/>
          </w:p>
        </w:tc>
      </w:tr>
      <w:tr w:rsidR="0085747A" w:rsidRPr="00B169DF" w14:paraId="0214BC51" w14:textId="77777777" w:rsidTr="00C05F44">
        <w:tc>
          <w:tcPr>
            <w:tcW w:w="1985" w:type="dxa"/>
          </w:tcPr>
          <w:p w14:paraId="046ECAB4" w14:textId="77777777" w:rsidR="0085747A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06</w:t>
            </w:r>
          </w:p>
        </w:tc>
        <w:tc>
          <w:tcPr>
            <w:tcW w:w="5528" w:type="dxa"/>
          </w:tcPr>
          <w:p w14:paraId="296301C1" w14:textId="77777777" w:rsidR="0085747A" w:rsidRPr="00B169DF" w:rsidRDefault="00D829F2" w:rsidP="00D829F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26" w:type="dxa"/>
          </w:tcPr>
          <w:p w14:paraId="564722F4" w14:textId="77777777" w:rsidR="0085747A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r w:rsidR="00D829F2">
              <w:rPr>
                <w:rFonts w:ascii="Corbel" w:hAnsi="Corbel"/>
                <w:b w:val="0"/>
                <w:szCs w:val="24"/>
              </w:rPr>
              <w:t>,w</w:t>
            </w:r>
            <w:proofErr w:type="spellEnd"/>
          </w:p>
        </w:tc>
      </w:tr>
    </w:tbl>
    <w:p w14:paraId="70892273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FB8A5E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67F81AFA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629CBD87" w14:textId="77777777" w:rsidTr="00923D7D">
        <w:tc>
          <w:tcPr>
            <w:tcW w:w="9670" w:type="dxa"/>
          </w:tcPr>
          <w:p w14:paraId="1E161D97" w14:textId="488868EC" w:rsidR="00373182" w:rsidRPr="00373182" w:rsidRDefault="00373182" w:rsidP="00373182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</w:p>
          <w:p w14:paraId="5179F575" w14:textId="77777777" w:rsidR="00373182" w:rsidRPr="00373182" w:rsidRDefault="00373182" w:rsidP="00373182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373182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kolokwium (minimum 51 % punktów),</w:t>
            </w:r>
          </w:p>
          <w:p w14:paraId="675FD5DF" w14:textId="45803F9A" w:rsidR="000431D4" w:rsidRPr="00B169DF" w:rsidRDefault="00373182" w:rsidP="00373182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aktywny udział</w:t>
            </w:r>
            <w:r w:rsidRPr="00373182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 xml:space="preserve"> studenta w zajęciach </w:t>
            </w: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(udział w pracach grupowych, opracowanie studium przypadku)</w:t>
            </w:r>
          </w:p>
        </w:tc>
      </w:tr>
    </w:tbl>
    <w:p w14:paraId="321FC500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D56C7E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1AFC8E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B169DF" w14:paraId="63BF8B7E" w14:textId="77777777" w:rsidTr="003E1941">
        <w:tc>
          <w:tcPr>
            <w:tcW w:w="4962" w:type="dxa"/>
            <w:vAlign w:val="center"/>
          </w:tcPr>
          <w:p w14:paraId="6FBC4446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4942E43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2EDBC6C2" w14:textId="77777777" w:rsidTr="00923D7D">
        <w:tc>
          <w:tcPr>
            <w:tcW w:w="4962" w:type="dxa"/>
          </w:tcPr>
          <w:p w14:paraId="465741BB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C817E6C" w14:textId="77777777" w:rsidR="0085747A" w:rsidRPr="00B169DF" w:rsidRDefault="00D829F2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B169DF" w14:paraId="263BA054" w14:textId="77777777" w:rsidTr="00923D7D">
        <w:tc>
          <w:tcPr>
            <w:tcW w:w="4962" w:type="dxa"/>
          </w:tcPr>
          <w:p w14:paraId="4064CBEE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5F03FED" w14:textId="77777777" w:rsidR="00C61DC5" w:rsidRPr="00B169DF" w:rsidRDefault="00C61DC5" w:rsidP="00E32E3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</w:t>
            </w:r>
            <w:r w:rsidR="00E32E38">
              <w:rPr>
                <w:rFonts w:ascii="Corbel" w:hAnsi="Corbel"/>
                <w:sz w:val="24"/>
                <w:szCs w:val="24"/>
              </w:rPr>
              <w:t xml:space="preserve"> kolokwium</w:t>
            </w:r>
            <w:r w:rsidRPr="00B169DF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CD15877" w14:textId="77777777" w:rsidR="00C61DC5" w:rsidRPr="00B169DF" w:rsidRDefault="00D829F2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B169DF" w14:paraId="1DF43B30" w14:textId="77777777" w:rsidTr="00923D7D">
        <w:tc>
          <w:tcPr>
            <w:tcW w:w="4962" w:type="dxa"/>
          </w:tcPr>
          <w:p w14:paraId="58827AD9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</w:t>
            </w:r>
            <w:r w:rsidRPr="00B169DF">
              <w:rPr>
                <w:rFonts w:ascii="Corbel" w:hAnsi="Corbel"/>
                <w:sz w:val="24"/>
                <w:szCs w:val="24"/>
              </w:rPr>
              <w:lastRenderedPageBreak/>
              <w:t>studenta</w:t>
            </w:r>
          </w:p>
          <w:p w14:paraId="20AFC9D9" w14:textId="77777777" w:rsidR="00C61DC5" w:rsidRPr="00B169DF" w:rsidRDefault="00C61DC5" w:rsidP="00E32E3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E32E38">
              <w:rPr>
                <w:rFonts w:ascii="Corbel" w:hAnsi="Corbel"/>
                <w:sz w:val="24"/>
                <w:szCs w:val="24"/>
              </w:rPr>
              <w:t>kolokwium itp.</w:t>
            </w:r>
            <w:r w:rsidRPr="00B169DF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2DF5CB5" w14:textId="57C26073" w:rsidR="00C61DC5" w:rsidRPr="00BD6798" w:rsidRDefault="00BD6798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color w:val="FF0000"/>
                <w:sz w:val="24"/>
                <w:szCs w:val="24"/>
              </w:rPr>
            </w:pPr>
            <w:r w:rsidRPr="00BD6798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lastRenderedPageBreak/>
              <w:t>5</w:t>
            </w:r>
            <w:r w:rsidR="00C239FE" w:rsidRPr="00BD6798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0</w:t>
            </w:r>
          </w:p>
        </w:tc>
      </w:tr>
      <w:tr w:rsidR="0085747A" w:rsidRPr="00B169DF" w14:paraId="6CE0A4CD" w14:textId="77777777" w:rsidTr="00C239FE">
        <w:tc>
          <w:tcPr>
            <w:tcW w:w="4962" w:type="dxa"/>
          </w:tcPr>
          <w:p w14:paraId="3D8F5317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  <w:shd w:val="clear" w:color="auto" w:fill="auto"/>
          </w:tcPr>
          <w:p w14:paraId="3E736B1A" w14:textId="0E1EC785" w:rsidR="0085747A" w:rsidRPr="00C239FE" w:rsidRDefault="00C239FE" w:rsidP="00C239F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FF0000"/>
                <w:sz w:val="24"/>
                <w:szCs w:val="24"/>
              </w:rPr>
            </w:pPr>
            <w:r w:rsidRPr="00BD6798">
              <w:rPr>
                <w:rFonts w:ascii="Corbel" w:hAnsi="Corbel"/>
                <w:color w:val="000000" w:themeColor="text1"/>
                <w:sz w:val="24"/>
                <w:szCs w:val="24"/>
              </w:rPr>
              <w:t>90</w:t>
            </w:r>
          </w:p>
        </w:tc>
      </w:tr>
      <w:tr w:rsidR="0085747A" w:rsidRPr="00B169DF" w14:paraId="73567C89" w14:textId="77777777" w:rsidTr="00923D7D">
        <w:tc>
          <w:tcPr>
            <w:tcW w:w="4962" w:type="dxa"/>
          </w:tcPr>
          <w:p w14:paraId="011F3CF2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671B5C1" w14:textId="77777777" w:rsidR="0085747A" w:rsidRPr="00B169DF" w:rsidRDefault="00D829F2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7F48DCA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BF063E9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35C035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191B6D93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09B6432F" w14:textId="77777777" w:rsidTr="0071620A">
        <w:trPr>
          <w:trHeight w:val="397"/>
        </w:trPr>
        <w:tc>
          <w:tcPr>
            <w:tcW w:w="3544" w:type="dxa"/>
          </w:tcPr>
          <w:p w14:paraId="4C475C58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8AE81CB" w14:textId="77777777" w:rsidR="0085747A" w:rsidRPr="00B169DF" w:rsidRDefault="00A52E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169DF" w14:paraId="760F60BB" w14:textId="77777777" w:rsidTr="0071620A">
        <w:trPr>
          <w:trHeight w:val="397"/>
        </w:trPr>
        <w:tc>
          <w:tcPr>
            <w:tcW w:w="3544" w:type="dxa"/>
          </w:tcPr>
          <w:p w14:paraId="303C0DE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AEE6117" w14:textId="77777777" w:rsidR="0085747A" w:rsidRPr="00B169DF" w:rsidRDefault="00A52E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46FEDAAC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17D253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3EEC8BD3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73724F46" w14:textId="77777777" w:rsidTr="0071620A">
        <w:trPr>
          <w:trHeight w:val="397"/>
        </w:trPr>
        <w:tc>
          <w:tcPr>
            <w:tcW w:w="7513" w:type="dxa"/>
          </w:tcPr>
          <w:p w14:paraId="13BCF70B" w14:textId="77777777" w:rsidR="00A52E40" w:rsidRPr="00F629B3" w:rsidRDefault="0085747A" w:rsidP="00A52E40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629B3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535E2F38" w14:textId="5E448E3C" w:rsidR="00D829F2" w:rsidRDefault="007340C4" w:rsidP="00D829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734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Bennewicz</w:t>
            </w:r>
            <w:proofErr w:type="spellEnd"/>
            <w:r w:rsidRPr="00734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C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oaching i mentoring w praktyce,</w:t>
            </w:r>
            <w:r w:rsidR="002B45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D829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G+J, Warszawa 2010.</w:t>
            </w:r>
          </w:p>
          <w:p w14:paraId="6C4C0B36" w14:textId="60181C14" w:rsidR="007340C4" w:rsidRPr="007340C4" w:rsidRDefault="007340C4" w:rsidP="00D829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4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At</w:t>
            </w:r>
            <w:r w:rsidR="00D829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kinson, M., </w:t>
            </w:r>
            <w:proofErr w:type="spellStart"/>
            <w:r w:rsidR="00D829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Chois</w:t>
            </w:r>
            <w:proofErr w:type="spellEnd"/>
            <w:r w:rsidR="00D829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R., T.</w:t>
            </w:r>
            <w:r w:rsidRPr="00734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Coaching krok po</w:t>
            </w:r>
            <w:r w:rsidR="002B45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kroku. Wyd. NEW DAWN, Warszawa</w:t>
            </w:r>
            <w:bookmarkStart w:id="0" w:name="_GoBack"/>
            <w:bookmarkEnd w:id="0"/>
            <w:r w:rsidR="00D829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2009.</w:t>
            </w:r>
          </w:p>
          <w:p w14:paraId="3C5712A0" w14:textId="12D6FD49" w:rsidR="007340C4" w:rsidRPr="00B169DF" w:rsidRDefault="007340C4" w:rsidP="00D829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734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</w:t>
            </w:r>
            <w:r w:rsidR="00D829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idor-Rządkowska</w:t>
            </w:r>
            <w:proofErr w:type="spellEnd"/>
            <w:r w:rsidR="00D829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 (red.)</w:t>
            </w:r>
            <w:r w:rsidRPr="00734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Coaching, teoria, praktyka, </w:t>
            </w:r>
            <w:r w:rsidR="00D829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studia przypadków, Wyd. Wolters Kluwer Polska, Kraków 2009</w:t>
            </w:r>
            <w:r w:rsidR="002B45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(fragmenty)</w:t>
            </w:r>
            <w:r w:rsidR="00D829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</w:tc>
      </w:tr>
      <w:tr w:rsidR="0085747A" w:rsidRPr="00B169DF" w14:paraId="686DBD7D" w14:textId="77777777" w:rsidTr="0071620A">
        <w:trPr>
          <w:trHeight w:val="397"/>
        </w:trPr>
        <w:tc>
          <w:tcPr>
            <w:tcW w:w="7513" w:type="dxa"/>
          </w:tcPr>
          <w:p w14:paraId="035837C1" w14:textId="77777777" w:rsidR="00F629B3" w:rsidRPr="00F629B3" w:rsidRDefault="0085747A" w:rsidP="00F629B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629B3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6A5F9C63" w14:textId="77777777" w:rsidR="00D829F2" w:rsidRPr="00D829F2" w:rsidRDefault="007340C4" w:rsidP="00D829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829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Blein</w:t>
            </w:r>
            <w:proofErr w:type="spellEnd"/>
            <w:r w:rsidRPr="00D829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B., Sztuka prezentacji i wystąpień publicznych,</w:t>
            </w:r>
            <w:r w:rsidR="00D829F2" w:rsidRPr="00D829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2010, Wydawnictwo RM.</w:t>
            </w:r>
          </w:p>
          <w:p w14:paraId="4572EE1A" w14:textId="77777777" w:rsidR="002B452C" w:rsidRPr="007340C4" w:rsidRDefault="002B452C" w:rsidP="002B45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4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Marciniak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T. Ł, Marciniak-Rogala S.</w:t>
            </w:r>
            <w:r w:rsidRPr="00734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Coaching. Zbiór narzędzi i wspierania rozwoju, Wydawnictwo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ABC a Wolters Kluwer, Warszawa 2013.</w:t>
            </w:r>
          </w:p>
          <w:p w14:paraId="70FF616C" w14:textId="77777777" w:rsidR="00D829F2" w:rsidRPr="00D829F2" w:rsidRDefault="00D829F2" w:rsidP="00D829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829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Gut R., </w:t>
            </w:r>
            <w:proofErr w:type="spellStart"/>
            <w:r w:rsidRPr="00D829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Piegowska</w:t>
            </w:r>
            <w:proofErr w:type="spellEnd"/>
            <w:r w:rsidRPr="00D829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Wójcik B., Zarządzanie sobą. Książka o działaniu myśleniu i odczuwaniu, Warszawa 2008, Wydawnictwo </w:t>
            </w:r>
            <w:proofErr w:type="spellStart"/>
            <w:r w:rsidRPr="00D829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D829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08245A1E" w14:textId="77777777" w:rsidR="002B452C" w:rsidRDefault="00D829F2" w:rsidP="002B45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829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Fabjański</w:t>
            </w:r>
            <w:proofErr w:type="spellEnd"/>
            <w:r w:rsidRPr="00D829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Stoicyzm uliczny. Jak oswajać trudne sytuacje, Warszawa 2010, Czarna owca.</w:t>
            </w:r>
            <w:r w:rsidR="002B452C" w:rsidRPr="00734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6187195E" w14:textId="75A1E113" w:rsidR="002B452C" w:rsidRDefault="002B452C" w:rsidP="002B45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734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Dilts</w:t>
            </w:r>
            <w:proofErr w:type="spellEnd"/>
            <w:r w:rsidRPr="00734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R., Od prz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ewodnika do inspiratora,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PINLP,</w:t>
            </w:r>
            <w:r w:rsidRPr="00734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proofErr w:type="spellEnd"/>
            <w:r w:rsidRPr="00734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2009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6E506A4" w14:textId="77777777" w:rsidR="002B452C" w:rsidRPr="007340C4" w:rsidRDefault="002B452C" w:rsidP="002B45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Stoltzfus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</w:t>
            </w:r>
            <w:r w:rsidRPr="00734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Sztuka zadawania pytań w coachingu. Jak opanować najważniejszą umiejętność </w:t>
            </w:r>
            <w:proofErr w:type="spellStart"/>
            <w:r w:rsidRPr="00734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coacha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?, Wydawca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Aetos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Media, Wrocław 2008.</w:t>
            </w:r>
          </w:p>
          <w:p w14:paraId="104955D0" w14:textId="77777777" w:rsidR="00F629B3" w:rsidRPr="00D829F2" w:rsidRDefault="00F629B3" w:rsidP="00D829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550B55B3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EE3A672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7524E6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6E5ED3" w14:textId="77777777" w:rsidR="002873D9" w:rsidRDefault="002873D9" w:rsidP="00C16ABF">
      <w:pPr>
        <w:spacing w:after="0" w:line="240" w:lineRule="auto"/>
      </w:pPr>
      <w:r>
        <w:separator/>
      </w:r>
    </w:p>
  </w:endnote>
  <w:endnote w:type="continuationSeparator" w:id="0">
    <w:p w14:paraId="3858AB9C" w14:textId="77777777" w:rsidR="002873D9" w:rsidRDefault="002873D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55DEA0" w14:textId="77777777" w:rsidR="002873D9" w:rsidRDefault="002873D9" w:rsidP="00C16ABF">
      <w:pPr>
        <w:spacing w:after="0" w:line="240" w:lineRule="auto"/>
      </w:pPr>
      <w:r>
        <w:separator/>
      </w:r>
    </w:p>
  </w:footnote>
  <w:footnote w:type="continuationSeparator" w:id="0">
    <w:p w14:paraId="79A715ED" w14:textId="77777777" w:rsidR="002873D9" w:rsidRDefault="002873D9" w:rsidP="00C16ABF">
      <w:pPr>
        <w:spacing w:after="0" w:line="240" w:lineRule="auto"/>
      </w:pPr>
      <w:r>
        <w:continuationSeparator/>
      </w:r>
    </w:p>
  </w:footnote>
  <w:footnote w:id="1">
    <w:p w14:paraId="79B2956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C6EB0"/>
    <w:multiLevelType w:val="hybridMultilevel"/>
    <w:tmpl w:val="4E929E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FE10F56"/>
    <w:multiLevelType w:val="hybridMultilevel"/>
    <w:tmpl w:val="07D493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31D4"/>
    <w:rsid w:val="00044C82"/>
    <w:rsid w:val="00070ED6"/>
    <w:rsid w:val="000742DC"/>
    <w:rsid w:val="000825C8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5E1"/>
    <w:rsid w:val="00134B13"/>
    <w:rsid w:val="00146BC0"/>
    <w:rsid w:val="00147F31"/>
    <w:rsid w:val="00153C41"/>
    <w:rsid w:val="00154381"/>
    <w:rsid w:val="00161257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0AA4"/>
    <w:rsid w:val="002416EA"/>
    <w:rsid w:val="00244ABC"/>
    <w:rsid w:val="00281FF2"/>
    <w:rsid w:val="002857DE"/>
    <w:rsid w:val="002873D9"/>
    <w:rsid w:val="00291567"/>
    <w:rsid w:val="002A22BF"/>
    <w:rsid w:val="002A2389"/>
    <w:rsid w:val="002A671D"/>
    <w:rsid w:val="002B452C"/>
    <w:rsid w:val="002B4D55"/>
    <w:rsid w:val="002B5EA0"/>
    <w:rsid w:val="002B6119"/>
    <w:rsid w:val="002C1F06"/>
    <w:rsid w:val="002D2C94"/>
    <w:rsid w:val="002D3375"/>
    <w:rsid w:val="002D73D4"/>
    <w:rsid w:val="002F02A3"/>
    <w:rsid w:val="002F4ABE"/>
    <w:rsid w:val="002F7DD5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227F"/>
    <w:rsid w:val="00363F78"/>
    <w:rsid w:val="00373182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C2E66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6700E"/>
    <w:rsid w:val="00591867"/>
    <w:rsid w:val="0059484D"/>
    <w:rsid w:val="005A0855"/>
    <w:rsid w:val="005A3196"/>
    <w:rsid w:val="005C080F"/>
    <w:rsid w:val="005C55E5"/>
    <w:rsid w:val="005C696A"/>
    <w:rsid w:val="005E4389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3A79"/>
    <w:rsid w:val="006D6139"/>
    <w:rsid w:val="006E5D65"/>
    <w:rsid w:val="006F1282"/>
    <w:rsid w:val="006F1FBC"/>
    <w:rsid w:val="006F31E2"/>
    <w:rsid w:val="006F72DA"/>
    <w:rsid w:val="00706544"/>
    <w:rsid w:val="00706E32"/>
    <w:rsid w:val="007072BA"/>
    <w:rsid w:val="0071620A"/>
    <w:rsid w:val="00724677"/>
    <w:rsid w:val="00725459"/>
    <w:rsid w:val="007327BD"/>
    <w:rsid w:val="00733FA6"/>
    <w:rsid w:val="007340C4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3A0A"/>
    <w:rsid w:val="007F4155"/>
    <w:rsid w:val="0081554D"/>
    <w:rsid w:val="0081707E"/>
    <w:rsid w:val="00822696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D4D83"/>
    <w:rsid w:val="009E0543"/>
    <w:rsid w:val="009E3B41"/>
    <w:rsid w:val="009F3C5C"/>
    <w:rsid w:val="009F4610"/>
    <w:rsid w:val="00A00ECC"/>
    <w:rsid w:val="00A13B80"/>
    <w:rsid w:val="00A155EE"/>
    <w:rsid w:val="00A2245B"/>
    <w:rsid w:val="00A24BAE"/>
    <w:rsid w:val="00A30110"/>
    <w:rsid w:val="00A36899"/>
    <w:rsid w:val="00A371F6"/>
    <w:rsid w:val="00A43BF6"/>
    <w:rsid w:val="00A52E40"/>
    <w:rsid w:val="00A53FA5"/>
    <w:rsid w:val="00A54817"/>
    <w:rsid w:val="00A55461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3D7"/>
    <w:rsid w:val="00B169DF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798"/>
    <w:rsid w:val="00BD6FF4"/>
    <w:rsid w:val="00BF2C41"/>
    <w:rsid w:val="00C03682"/>
    <w:rsid w:val="00C058B4"/>
    <w:rsid w:val="00C05F44"/>
    <w:rsid w:val="00C131B5"/>
    <w:rsid w:val="00C16ABF"/>
    <w:rsid w:val="00C170AE"/>
    <w:rsid w:val="00C239FE"/>
    <w:rsid w:val="00C26CB7"/>
    <w:rsid w:val="00C324C1"/>
    <w:rsid w:val="00C36992"/>
    <w:rsid w:val="00C518E8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1306"/>
    <w:rsid w:val="00D552B2"/>
    <w:rsid w:val="00D556F5"/>
    <w:rsid w:val="00D608D1"/>
    <w:rsid w:val="00D74119"/>
    <w:rsid w:val="00D8075B"/>
    <w:rsid w:val="00D829F2"/>
    <w:rsid w:val="00D8678B"/>
    <w:rsid w:val="00DA2114"/>
    <w:rsid w:val="00DC35B8"/>
    <w:rsid w:val="00DE09C0"/>
    <w:rsid w:val="00DE4A14"/>
    <w:rsid w:val="00DF0856"/>
    <w:rsid w:val="00DF320D"/>
    <w:rsid w:val="00DF71C8"/>
    <w:rsid w:val="00E129B8"/>
    <w:rsid w:val="00E21E7D"/>
    <w:rsid w:val="00E22FBC"/>
    <w:rsid w:val="00E24BF5"/>
    <w:rsid w:val="00E25338"/>
    <w:rsid w:val="00E32E38"/>
    <w:rsid w:val="00E51E44"/>
    <w:rsid w:val="00E63348"/>
    <w:rsid w:val="00E742AA"/>
    <w:rsid w:val="00E74852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629B3"/>
    <w:rsid w:val="00F7066B"/>
    <w:rsid w:val="00F738E8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03C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163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63D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163D7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63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63D7"/>
    <w:rPr>
      <w:rFonts w:ascii="Calibri" w:hAnsi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163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63D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163D7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63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63D7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9BA4E5-E2B0-4948-884C-084800D4D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24</TotalTime>
  <Pages>4</Pages>
  <Words>936</Words>
  <Characters>5620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annam</cp:lastModifiedBy>
  <cp:revision>12</cp:revision>
  <cp:lastPrinted>2019-02-06T12:12:00Z</cp:lastPrinted>
  <dcterms:created xsi:type="dcterms:W3CDTF">2023-06-11T12:56:00Z</dcterms:created>
  <dcterms:modified xsi:type="dcterms:W3CDTF">2024-09-19T13:57:00Z</dcterms:modified>
</cp:coreProperties>
</file>